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F54" w:rsidRPr="005D043B" w:rsidRDefault="007A1E8E">
      <w:pPr>
        <w:rPr>
          <w:sz w:val="48"/>
          <w:szCs w:val="48"/>
        </w:rPr>
      </w:pPr>
      <w:r w:rsidRPr="005D043B">
        <w:rPr>
          <w:sz w:val="48"/>
          <w:szCs w:val="48"/>
        </w:rPr>
        <w:t xml:space="preserve">There I was just standing there my whole body was trembling with fear, </w:t>
      </w:r>
      <w:r w:rsidR="002364F8" w:rsidRPr="005D043B">
        <w:rPr>
          <w:sz w:val="48"/>
          <w:szCs w:val="48"/>
        </w:rPr>
        <w:t>and then</w:t>
      </w:r>
      <w:r w:rsidRPr="005D043B">
        <w:rPr>
          <w:sz w:val="48"/>
          <w:szCs w:val="48"/>
        </w:rPr>
        <w:t xml:space="preserve"> I found myself standing at the edge of the blue.  My feet</w:t>
      </w:r>
      <w:r w:rsidR="0054780A" w:rsidRPr="005D043B">
        <w:rPr>
          <w:sz w:val="48"/>
          <w:szCs w:val="48"/>
        </w:rPr>
        <w:t xml:space="preserve"> rolled backwards, my body jilted in a horizontal position. I was doing it, I was actually doing it, </w:t>
      </w:r>
      <w:r w:rsidR="002364F8" w:rsidRPr="005D043B">
        <w:rPr>
          <w:sz w:val="48"/>
          <w:szCs w:val="48"/>
        </w:rPr>
        <w:t>and I</w:t>
      </w:r>
      <w:r w:rsidR="0054780A" w:rsidRPr="005D043B">
        <w:rPr>
          <w:sz w:val="48"/>
          <w:szCs w:val="48"/>
        </w:rPr>
        <w:t xml:space="preserve"> could hear Yays! &amp; Woos</w:t>
      </w:r>
      <w:r w:rsidR="002364F8" w:rsidRPr="005D043B">
        <w:rPr>
          <w:sz w:val="48"/>
          <w:szCs w:val="48"/>
        </w:rPr>
        <w:t>!</w:t>
      </w:r>
      <w:r w:rsidR="0054780A" w:rsidRPr="005D043B">
        <w:rPr>
          <w:sz w:val="48"/>
          <w:szCs w:val="48"/>
        </w:rPr>
        <w:t xml:space="preserve"> </w:t>
      </w:r>
      <w:r w:rsidR="002364F8" w:rsidRPr="005D043B">
        <w:rPr>
          <w:sz w:val="48"/>
          <w:szCs w:val="48"/>
        </w:rPr>
        <w:t>But</w:t>
      </w:r>
      <w:r w:rsidR="0054780A" w:rsidRPr="005D043B">
        <w:rPr>
          <w:sz w:val="48"/>
          <w:szCs w:val="48"/>
        </w:rPr>
        <w:t xml:space="preserve"> then I realised it wasn’</w:t>
      </w:r>
      <w:r w:rsidR="002364F8" w:rsidRPr="005D043B">
        <w:rPr>
          <w:sz w:val="48"/>
          <w:szCs w:val="48"/>
        </w:rPr>
        <w:t>t for me and that’s when my Dad took a picture of me. I kept going and going and took it on as a challenge, it felt like I was up there for hours</w:t>
      </w:r>
      <w:r w:rsidR="005D043B" w:rsidRPr="005D043B">
        <w:rPr>
          <w:sz w:val="48"/>
          <w:szCs w:val="48"/>
        </w:rPr>
        <w:t>, actually now that I think about it  I was probably up there for hours!</w:t>
      </w:r>
      <w:r w:rsidR="002364F8" w:rsidRPr="005D043B">
        <w:rPr>
          <w:sz w:val="48"/>
          <w:szCs w:val="48"/>
        </w:rPr>
        <w:t xml:space="preserve"> </w:t>
      </w:r>
      <w:r w:rsidR="005D043B" w:rsidRPr="005D043B">
        <w:rPr>
          <w:sz w:val="48"/>
          <w:szCs w:val="48"/>
        </w:rPr>
        <w:t xml:space="preserve"> But then I didn’t feel scared anymore. I felt like I could’ve kept going, but, I was on ... The ground.</w:t>
      </w:r>
    </w:p>
    <w:p w:rsidR="005D043B" w:rsidRDefault="005D043B">
      <w:pPr>
        <w:rPr>
          <w:sz w:val="48"/>
          <w:szCs w:val="48"/>
        </w:rPr>
      </w:pPr>
    </w:p>
    <w:p w:rsidR="005D043B" w:rsidRDefault="005D043B">
      <w:pPr>
        <w:rPr>
          <w:sz w:val="48"/>
          <w:szCs w:val="48"/>
        </w:rPr>
      </w:pPr>
      <w:r w:rsidRPr="005D043B">
        <w:rPr>
          <w:sz w:val="48"/>
          <w:szCs w:val="48"/>
        </w:rPr>
        <w:t>THE END</w:t>
      </w:r>
    </w:p>
    <w:p w:rsidR="005D043B" w:rsidRDefault="005D043B">
      <w:pPr>
        <w:rPr>
          <w:sz w:val="48"/>
          <w:szCs w:val="48"/>
        </w:rPr>
      </w:pPr>
    </w:p>
    <w:p w:rsidR="005D043B" w:rsidRPr="005D043B" w:rsidRDefault="005D043B">
      <w:pPr>
        <w:rPr>
          <w:sz w:val="48"/>
          <w:szCs w:val="48"/>
        </w:rPr>
      </w:pPr>
      <w:r>
        <w:rPr>
          <w:sz w:val="48"/>
          <w:szCs w:val="48"/>
        </w:rPr>
        <w:t>BY THOMAS</w:t>
      </w:r>
      <w:bookmarkStart w:id="0" w:name="_GoBack"/>
      <w:bookmarkEnd w:id="0"/>
    </w:p>
    <w:sectPr w:rsidR="005D043B" w:rsidRPr="005D04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E8E"/>
    <w:rsid w:val="002364F8"/>
    <w:rsid w:val="0054780A"/>
    <w:rsid w:val="005D043B"/>
    <w:rsid w:val="007A1E8E"/>
    <w:rsid w:val="00D91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2FABF155</Template>
  <TotalTime>38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1</cp:revision>
  <dcterms:created xsi:type="dcterms:W3CDTF">2012-05-15T23:22:00Z</dcterms:created>
  <dcterms:modified xsi:type="dcterms:W3CDTF">2012-05-16T00:00:00Z</dcterms:modified>
</cp:coreProperties>
</file>